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304" w:rsidRDefault="002E7304" w:rsidP="00AF6069">
      <w:pPr>
        <w:tabs>
          <w:tab w:val="left" w:pos="2106"/>
        </w:tabs>
        <w:autoSpaceDE w:val="0"/>
        <w:autoSpaceDN w:val="0"/>
        <w:adjustRightInd w:val="0"/>
        <w:jc w:val="center"/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2E7304" w:rsidRPr="00B161FE" w:rsidRDefault="002E7304" w:rsidP="00AF6069">
      <w:pPr>
        <w:tabs>
          <w:tab w:val="left" w:pos="2106"/>
        </w:tabs>
        <w:autoSpaceDE w:val="0"/>
        <w:autoSpaceDN w:val="0"/>
        <w:adjustRightInd w:val="0"/>
        <w:jc w:val="center"/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                                   Утверждена  </w:t>
      </w:r>
    </w:p>
    <w:p w:rsidR="002E7304" w:rsidRPr="00B161FE" w:rsidRDefault="002E7304" w:rsidP="00AF6069">
      <w:pPr>
        <w:tabs>
          <w:tab w:val="left" w:pos="2106"/>
        </w:tabs>
        <w:autoSpaceDE w:val="0"/>
        <w:autoSpaceDN w:val="0"/>
        <w:adjustRightInd w:val="0"/>
        <w:jc w:val="right"/>
        <w:rPr>
          <w:bCs/>
          <w:szCs w:val="28"/>
        </w:rPr>
      </w:pPr>
      <w:r w:rsidRPr="00B161FE">
        <w:rPr>
          <w:bCs/>
          <w:szCs w:val="28"/>
        </w:rPr>
        <w:t>Постановлени</w:t>
      </w:r>
      <w:r>
        <w:rPr>
          <w:bCs/>
          <w:szCs w:val="28"/>
        </w:rPr>
        <w:t>ем</w:t>
      </w:r>
      <w:r w:rsidRPr="00B161FE">
        <w:rPr>
          <w:bCs/>
          <w:szCs w:val="28"/>
        </w:rPr>
        <w:t xml:space="preserve"> администрации </w:t>
      </w:r>
    </w:p>
    <w:p w:rsidR="002E7304" w:rsidRPr="00B161FE" w:rsidRDefault="002E7304" w:rsidP="00AF6069">
      <w:pPr>
        <w:tabs>
          <w:tab w:val="left" w:pos="2106"/>
        </w:tabs>
        <w:autoSpaceDE w:val="0"/>
        <w:autoSpaceDN w:val="0"/>
        <w:adjustRightInd w:val="0"/>
        <w:jc w:val="center"/>
        <w:rPr>
          <w:bCs/>
          <w:szCs w:val="28"/>
        </w:rPr>
      </w:pPr>
      <w:r w:rsidRPr="00B161FE">
        <w:rPr>
          <w:bCs/>
          <w:szCs w:val="28"/>
        </w:rPr>
        <w:t xml:space="preserve">                                                                                    </w:t>
      </w:r>
      <w:r>
        <w:rPr>
          <w:bCs/>
          <w:szCs w:val="28"/>
        </w:rPr>
        <w:t xml:space="preserve">                 </w:t>
      </w:r>
      <w:r w:rsidRPr="00B161FE">
        <w:rPr>
          <w:bCs/>
          <w:szCs w:val="28"/>
        </w:rPr>
        <w:t xml:space="preserve">  Гордеевского района</w:t>
      </w:r>
    </w:p>
    <w:p w:rsidR="002E7304" w:rsidRDefault="002E7304" w:rsidP="004B535C">
      <w:pPr>
        <w:tabs>
          <w:tab w:val="left" w:pos="2106"/>
        </w:tabs>
        <w:autoSpaceDE w:val="0"/>
        <w:autoSpaceDN w:val="0"/>
        <w:adjustRightInd w:val="0"/>
        <w:jc w:val="center"/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                                          от 06 февраля </w:t>
      </w:r>
      <w:smartTag w:uri="urn:schemas-microsoft-com:office:smarttags" w:element="metricconverter">
        <w:smartTagPr>
          <w:attr w:name="ProductID" w:val="2023 г"/>
        </w:smartTagPr>
        <w:r w:rsidRPr="00B161FE">
          <w:rPr>
            <w:bCs/>
            <w:szCs w:val="28"/>
          </w:rPr>
          <w:t>20</w:t>
        </w:r>
        <w:r>
          <w:rPr>
            <w:bCs/>
            <w:szCs w:val="28"/>
          </w:rPr>
          <w:t>23</w:t>
        </w:r>
        <w:r w:rsidRPr="00B161FE">
          <w:rPr>
            <w:bCs/>
            <w:szCs w:val="28"/>
          </w:rPr>
          <w:t xml:space="preserve"> г</w:t>
        </w:r>
      </w:smartTag>
      <w:r w:rsidRPr="00B161FE">
        <w:rPr>
          <w:bCs/>
          <w:szCs w:val="28"/>
        </w:rPr>
        <w:t>. №</w:t>
      </w:r>
      <w:r>
        <w:rPr>
          <w:bCs/>
          <w:szCs w:val="28"/>
        </w:rPr>
        <w:t xml:space="preserve"> 23</w:t>
      </w:r>
    </w:p>
    <w:p w:rsidR="002E7304" w:rsidRDefault="002E7304" w:rsidP="004B535C">
      <w:pPr>
        <w:tabs>
          <w:tab w:val="left" w:pos="1425"/>
          <w:tab w:val="center" w:pos="5400"/>
        </w:tabs>
        <w:jc w:val="center"/>
        <w:rPr>
          <w:b/>
        </w:rPr>
      </w:pPr>
    </w:p>
    <w:p w:rsidR="002E7304" w:rsidRDefault="002E7304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E7304" w:rsidRPr="00B774C2" w:rsidRDefault="002E7304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ЗАЯВКА</w:t>
      </w:r>
    </w:p>
    <w:p w:rsidR="002E7304" w:rsidRPr="00B774C2" w:rsidRDefault="002E7304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НА УЧАСТИЕ В АУКЦИОНЕ</w:t>
      </w:r>
    </w:p>
    <w:p w:rsidR="002E7304" w:rsidRPr="00B774C2" w:rsidRDefault="002E7304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E7304" w:rsidRPr="00B774C2" w:rsidRDefault="002E7304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E7304" w:rsidRPr="00B774C2" w:rsidRDefault="002E7304" w:rsidP="00EF0047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________________________</w:t>
      </w:r>
    </w:p>
    <w:p w:rsidR="002E7304" w:rsidRDefault="002E7304" w:rsidP="00EF0047">
      <w:pPr>
        <w:pStyle w:val="ConsPlusNonformat"/>
        <w:jc w:val="center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>(наименование</w:t>
      </w:r>
      <w:r>
        <w:rPr>
          <w:rFonts w:ascii="Times New Roman" w:hAnsi="Times New Roman" w:cs="Times New Roman"/>
        </w:rPr>
        <w:t>, фирменное наименование, адрес, реквизиты, телефон – для юридического лица;</w:t>
      </w:r>
    </w:p>
    <w:p w:rsidR="002E7304" w:rsidRDefault="002E7304" w:rsidP="00EF0047">
      <w:pPr>
        <w:pStyle w:val="ConsPlusNonformat"/>
        <w:jc w:val="center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 xml:space="preserve"> фамилия, имя, отчество,</w:t>
      </w:r>
      <w:r>
        <w:rPr>
          <w:rFonts w:ascii="Times New Roman" w:hAnsi="Times New Roman" w:cs="Times New Roman"/>
        </w:rPr>
        <w:t xml:space="preserve"> паспортные данные, адрес регистрации, телефон, банковские реквизиты, ИНН – для </w:t>
      </w:r>
      <w:r w:rsidRPr="00B774C2">
        <w:rPr>
          <w:rFonts w:ascii="Times New Roman" w:hAnsi="Times New Roman" w:cs="Times New Roman"/>
        </w:rPr>
        <w:t>физического лица)</w:t>
      </w:r>
      <w:r>
        <w:rPr>
          <w:rFonts w:ascii="Times New Roman" w:hAnsi="Times New Roman" w:cs="Times New Roman"/>
        </w:rPr>
        <w:t>,</w:t>
      </w:r>
    </w:p>
    <w:p w:rsidR="002E7304" w:rsidRPr="00B774C2" w:rsidRDefault="002E7304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74C2">
        <w:rPr>
          <w:rFonts w:ascii="Times New Roman" w:hAnsi="Times New Roman" w:cs="Times New Roman"/>
          <w:sz w:val="24"/>
          <w:szCs w:val="24"/>
        </w:rPr>
        <w:t>лице ______________________________________________________________________,</w:t>
      </w:r>
    </w:p>
    <w:p w:rsidR="002E7304" w:rsidRPr="00B774C2" w:rsidRDefault="002E7304" w:rsidP="00EF0047">
      <w:pPr>
        <w:pStyle w:val="ConsPlusNonformat"/>
        <w:jc w:val="both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 xml:space="preserve">                                     (фамилия, имя, отчество, должность для представителя юридического лица)</w:t>
      </w:r>
    </w:p>
    <w:p w:rsidR="002E7304" w:rsidRPr="00B774C2" w:rsidRDefault="002E7304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 (далее –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ретендент), принимая решение об участии в аукционе по продаже земельного участка, расположенного по адресу: 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 </w:t>
      </w:r>
      <w:r w:rsidRPr="00B774C2">
        <w:rPr>
          <w:rFonts w:ascii="Times New Roman" w:hAnsi="Times New Roman" w:cs="Times New Roman"/>
          <w:sz w:val="24"/>
          <w:szCs w:val="24"/>
        </w:rPr>
        <w:t xml:space="preserve">кадастровый № 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  <w:r w:rsidRPr="00B774C2">
        <w:rPr>
          <w:rFonts w:ascii="Times New Roman" w:hAnsi="Times New Roman" w:cs="Times New Roman"/>
          <w:sz w:val="24"/>
          <w:szCs w:val="24"/>
        </w:rPr>
        <w:t xml:space="preserve">, площадью 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B774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902EE">
        <w:rPr>
          <w:rFonts w:ascii="Times New Roman" w:hAnsi="Times New Roman" w:cs="Times New Roman"/>
          <w:sz w:val="24"/>
          <w:szCs w:val="24"/>
        </w:rPr>
        <w:t>кв.м.,</w:t>
      </w:r>
      <w:r>
        <w:rPr>
          <w:rFonts w:ascii="Times New Roman" w:hAnsi="Times New Roman" w:cs="Times New Roman"/>
          <w:sz w:val="24"/>
          <w:szCs w:val="24"/>
        </w:rPr>
        <w:t xml:space="preserve"> разрешенное использование –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_____________________ </w:t>
      </w:r>
      <w:r w:rsidRPr="00B774C2">
        <w:rPr>
          <w:rFonts w:ascii="Times New Roman" w:hAnsi="Times New Roman" w:cs="Times New Roman"/>
          <w:sz w:val="24"/>
          <w:szCs w:val="24"/>
        </w:rPr>
        <w:t>(далее – земельный участок), обязуюсь:</w:t>
      </w:r>
    </w:p>
    <w:p w:rsidR="002E7304" w:rsidRPr="00B774C2" w:rsidRDefault="002E7304" w:rsidP="00EC4F51">
      <w:pPr>
        <w:widowControl w:val="0"/>
        <w:ind w:firstLine="709"/>
        <w:jc w:val="both"/>
      </w:pPr>
      <w:r w:rsidRPr="00B774C2">
        <w:t xml:space="preserve">Соблюдать условия проведения аукциона, содержащиеся в </w:t>
      </w:r>
      <w:r>
        <w:t xml:space="preserve">извещении, </w:t>
      </w:r>
      <w:r w:rsidRPr="006E7C25">
        <w:t>о</w:t>
      </w:r>
      <w:r w:rsidRPr="00A11582">
        <w:t>публикованном</w:t>
      </w:r>
      <w:r>
        <w:t xml:space="preserve"> __ </w:t>
      </w:r>
      <w:r w:rsidRPr="001E7C7A">
        <w:t>__________</w:t>
      </w:r>
      <w:r>
        <w:t xml:space="preserve"> </w:t>
      </w:r>
      <w:smartTag w:uri="urn:schemas-microsoft-com:office:smarttags" w:element="metricconverter">
        <w:smartTagPr>
          <w:attr w:name="ProductID" w:val="2023 г"/>
        </w:smartTagPr>
        <w:r>
          <w:t xml:space="preserve">2023 </w:t>
        </w:r>
        <w:r w:rsidRPr="00A11582">
          <w:t>г</w:t>
        </w:r>
      </w:smartTag>
      <w:r>
        <w:t>.</w:t>
      </w:r>
      <w:r w:rsidRPr="00A11582">
        <w:t xml:space="preserve"> на официальном сайте торгов РФ</w:t>
      </w:r>
      <w:r>
        <w:t xml:space="preserve"> </w:t>
      </w:r>
      <w:hyperlink r:id="rId5" w:history="1">
        <w:r w:rsidRPr="00A11582">
          <w:rPr>
            <w:rStyle w:val="Hyperlink"/>
            <w:lang w:val="en-US"/>
          </w:rPr>
          <w:t>www</w:t>
        </w:r>
        <w:r w:rsidRPr="00A11582">
          <w:rPr>
            <w:rStyle w:val="Hyperlink"/>
          </w:rPr>
          <w:t>.</w:t>
        </w:r>
        <w:r w:rsidRPr="00A11582">
          <w:rPr>
            <w:rStyle w:val="Hyperlink"/>
            <w:lang w:val="en-US"/>
          </w:rPr>
          <w:t>torgi</w:t>
        </w:r>
        <w:r w:rsidRPr="00A11582">
          <w:rPr>
            <w:rStyle w:val="Hyperlink"/>
          </w:rPr>
          <w:t>.</w:t>
        </w:r>
        <w:r w:rsidRPr="00A11582">
          <w:rPr>
            <w:rStyle w:val="Hyperlink"/>
            <w:lang w:val="en-US"/>
          </w:rPr>
          <w:t>gov</w:t>
        </w:r>
        <w:r w:rsidRPr="00A11582">
          <w:rPr>
            <w:rStyle w:val="Hyperlink"/>
          </w:rPr>
          <w:t>.</w:t>
        </w:r>
        <w:r w:rsidRPr="00A11582">
          <w:rPr>
            <w:rStyle w:val="Hyperlink"/>
            <w:lang w:val="en-US"/>
          </w:rPr>
          <w:t>ru</w:t>
        </w:r>
      </w:hyperlink>
      <w:r>
        <w:rPr>
          <w:rStyle w:val="Hyperlink"/>
        </w:rPr>
        <w:t>,</w:t>
      </w:r>
      <w:r>
        <w:rPr>
          <w:color w:val="C00000"/>
          <w:u w:val="single"/>
        </w:rPr>
        <w:t xml:space="preserve"> </w:t>
      </w:r>
      <w:r w:rsidRPr="00A11582">
        <w:t xml:space="preserve"> на сайте </w:t>
      </w:r>
      <w:r>
        <w:t>Организатора аукциона</w:t>
      </w:r>
      <w:r w:rsidRPr="00A11582">
        <w:t xml:space="preserve"> –</w:t>
      </w:r>
      <w:r w:rsidRPr="00E91321">
        <w:t xml:space="preserve"> admgordeevka.ru</w:t>
      </w:r>
      <w:r>
        <w:t>,</w:t>
      </w:r>
      <w:r w:rsidRPr="00E91321">
        <w:t xml:space="preserve"> </w:t>
      </w:r>
      <w:r w:rsidRPr="00B774C2">
        <w:t>а также порядок проведения аукциона, предусмотренный ЗК РФ.</w:t>
      </w:r>
    </w:p>
    <w:p w:rsidR="002E7304" w:rsidRPr="00B774C2" w:rsidRDefault="002E7304" w:rsidP="00EF0047">
      <w:pPr>
        <w:pStyle w:val="ConsPlusNonformat"/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 случае признания победителем аукциона:</w:t>
      </w:r>
    </w:p>
    <w:p w:rsidR="002E7304" w:rsidRPr="00B774C2" w:rsidRDefault="002E7304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подписать протокол по итогам аукциона;</w:t>
      </w:r>
    </w:p>
    <w:p w:rsidR="002E7304" w:rsidRPr="00B774C2" w:rsidRDefault="002E7304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оплатить</w:t>
      </w:r>
      <w:r>
        <w:rPr>
          <w:rFonts w:ascii="Times New Roman" w:hAnsi="Times New Roman" w:cs="Times New Roman"/>
          <w:sz w:val="24"/>
          <w:szCs w:val="24"/>
        </w:rPr>
        <w:t xml:space="preserve"> цену земельного участка</w:t>
      </w:r>
      <w:r w:rsidRPr="00B774C2">
        <w:rPr>
          <w:rFonts w:ascii="Times New Roman" w:hAnsi="Times New Roman" w:cs="Times New Roman"/>
          <w:sz w:val="24"/>
          <w:szCs w:val="24"/>
        </w:rPr>
        <w:t>, определенн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B774C2">
        <w:rPr>
          <w:rFonts w:ascii="Times New Roman" w:hAnsi="Times New Roman" w:cs="Times New Roman"/>
          <w:sz w:val="24"/>
          <w:szCs w:val="24"/>
        </w:rPr>
        <w:t xml:space="preserve"> по итогам аукциона в срок, указанный в извещении о проведении аукциона;</w:t>
      </w:r>
    </w:p>
    <w:p w:rsidR="002E7304" w:rsidRPr="00B774C2" w:rsidRDefault="002E7304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заключить в установленный срок договор </w:t>
      </w:r>
      <w:r>
        <w:rPr>
          <w:rFonts w:ascii="Times New Roman" w:hAnsi="Times New Roman" w:cs="Times New Roman"/>
          <w:sz w:val="24"/>
          <w:szCs w:val="24"/>
        </w:rPr>
        <w:t>купли-продажи</w:t>
      </w:r>
      <w:r w:rsidRPr="00B774C2">
        <w:rPr>
          <w:rFonts w:ascii="Times New Roman" w:hAnsi="Times New Roman" w:cs="Times New Roman"/>
          <w:sz w:val="24"/>
          <w:szCs w:val="24"/>
        </w:rPr>
        <w:t>, принять земельный участок по акту приема-передачи и выполнить предусмотренные договором условия.</w:t>
      </w:r>
    </w:p>
    <w:p w:rsidR="002E7304" w:rsidRPr="00B774C2" w:rsidRDefault="002E7304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Со сведениями, изложенными в извещении о проведении аукциона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774C2">
        <w:rPr>
          <w:rFonts w:ascii="Times New Roman" w:hAnsi="Times New Roman" w:cs="Times New Roman"/>
          <w:sz w:val="24"/>
          <w:szCs w:val="24"/>
        </w:rPr>
        <w:t xml:space="preserve"> ознакомлен и согласен, в том числе:</w:t>
      </w:r>
    </w:p>
    <w:p w:rsidR="002E7304" w:rsidRPr="00B774C2" w:rsidRDefault="002E7304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с данными об организаторе аукциона;</w:t>
      </w:r>
    </w:p>
    <w:p w:rsidR="002E7304" w:rsidRDefault="002E7304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 предмете аукциона, 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Pr="00B774C2">
        <w:rPr>
          <w:rFonts w:ascii="Times New Roman" w:hAnsi="Times New Roman" w:cs="Times New Roman"/>
          <w:sz w:val="24"/>
          <w:szCs w:val="24"/>
        </w:rPr>
        <w:t xml:space="preserve">начальной цене </w:t>
      </w:r>
      <w:r>
        <w:rPr>
          <w:rFonts w:ascii="Times New Roman" w:hAnsi="Times New Roman" w:cs="Times New Roman"/>
          <w:sz w:val="24"/>
          <w:szCs w:val="24"/>
        </w:rPr>
        <w:t>предмета аукциона</w:t>
      </w:r>
      <w:r w:rsidRPr="00B774C2">
        <w:rPr>
          <w:rFonts w:ascii="Times New Roman" w:hAnsi="Times New Roman" w:cs="Times New Roman"/>
          <w:sz w:val="24"/>
          <w:szCs w:val="24"/>
        </w:rPr>
        <w:t>, величине повышения начальной цены (шаг аукциона);</w:t>
      </w:r>
    </w:p>
    <w:p w:rsidR="002E7304" w:rsidRPr="00B774C2" w:rsidRDefault="002E7304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 времени и месте проведения аукциона, порядке его проведения, в том числе об оформлении участия в аукционе, порядке определения победителя, заключения договора </w:t>
      </w:r>
      <w:r>
        <w:rPr>
          <w:rFonts w:ascii="Times New Roman" w:hAnsi="Times New Roman" w:cs="Times New Roman"/>
          <w:sz w:val="24"/>
          <w:szCs w:val="24"/>
        </w:rPr>
        <w:t>купли-продажи</w:t>
      </w:r>
      <w:r w:rsidRPr="00B774C2">
        <w:rPr>
          <w:rFonts w:ascii="Times New Roman" w:hAnsi="Times New Roman" w:cs="Times New Roman"/>
          <w:sz w:val="24"/>
          <w:szCs w:val="24"/>
        </w:rPr>
        <w:t>;</w:t>
      </w:r>
    </w:p>
    <w:p w:rsidR="002E7304" w:rsidRPr="00B774C2" w:rsidRDefault="002E7304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об оплате </w:t>
      </w:r>
      <w:r>
        <w:rPr>
          <w:rFonts w:ascii="Times New Roman" w:hAnsi="Times New Roman" w:cs="Times New Roman"/>
          <w:sz w:val="24"/>
          <w:szCs w:val="24"/>
        </w:rPr>
        <w:t>цены земельного участка</w:t>
      </w:r>
      <w:r w:rsidRPr="00B774C2">
        <w:rPr>
          <w:rFonts w:ascii="Times New Roman" w:hAnsi="Times New Roman" w:cs="Times New Roman"/>
          <w:sz w:val="24"/>
          <w:szCs w:val="24"/>
        </w:rPr>
        <w:t>, последствиях уклонения или отказа от подписания протокола об итогах аукциона, договора</w:t>
      </w:r>
      <w:r>
        <w:rPr>
          <w:rFonts w:ascii="Times New Roman" w:hAnsi="Times New Roman" w:cs="Times New Roman"/>
          <w:sz w:val="24"/>
          <w:szCs w:val="24"/>
        </w:rPr>
        <w:t xml:space="preserve"> купли-продажи</w:t>
      </w:r>
      <w:r w:rsidRPr="00B774C2">
        <w:rPr>
          <w:rFonts w:ascii="Times New Roman" w:hAnsi="Times New Roman" w:cs="Times New Roman"/>
          <w:sz w:val="24"/>
          <w:szCs w:val="24"/>
        </w:rPr>
        <w:t>;</w:t>
      </w:r>
    </w:p>
    <w:p w:rsidR="002E7304" w:rsidRPr="00B774C2" w:rsidRDefault="002E7304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о порядке определения победителя;</w:t>
      </w:r>
    </w:p>
    <w:p w:rsidR="002E7304" w:rsidRPr="00B774C2" w:rsidRDefault="002E7304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с порядком отмены аукциона;</w:t>
      </w:r>
    </w:p>
    <w:p w:rsidR="002E7304" w:rsidRPr="007B308B" w:rsidRDefault="002E7304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08B">
        <w:rPr>
          <w:rFonts w:ascii="Times New Roman" w:hAnsi="Times New Roman" w:cs="Times New Roman"/>
          <w:sz w:val="24"/>
          <w:szCs w:val="24"/>
        </w:rPr>
        <w:t>с документами, содержащими сведения об участке, с возможностью ознакомления с состоянием земельного участка посредством осмотра, в порядке, установленном извещением о проведении аукциона</w:t>
      </w:r>
      <w:r>
        <w:rPr>
          <w:rFonts w:ascii="Times New Roman" w:hAnsi="Times New Roman" w:cs="Times New Roman"/>
          <w:sz w:val="24"/>
          <w:szCs w:val="24"/>
        </w:rPr>
        <w:t>, с обременениями и ограничениями использования земельного участка</w:t>
      </w:r>
      <w:r w:rsidRPr="007B308B">
        <w:rPr>
          <w:rFonts w:ascii="Times New Roman" w:hAnsi="Times New Roman" w:cs="Times New Roman"/>
          <w:sz w:val="24"/>
          <w:szCs w:val="24"/>
        </w:rPr>
        <w:t>.</w:t>
      </w:r>
    </w:p>
    <w:p w:rsidR="002E7304" w:rsidRPr="00B774C2" w:rsidRDefault="002E7304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Претендент согласен на участие в аукционе на указанных условиях.</w:t>
      </w:r>
    </w:p>
    <w:p w:rsidR="002E7304" w:rsidRPr="00B774C2" w:rsidRDefault="002E7304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Претендент подтверждает, что на дату подписания настоящей заявки он ознакомлен с документами, содержащими сведения об участке, а также ему была предоставлена возможность ознакомиться с состоянием земельного участка в результате осмотра, который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 мог осуществить самостоятельно или в присутствии представителя организатора торгов в порядке, установленном извещением и документацией об аукционе, претензий не имеет.</w:t>
      </w:r>
    </w:p>
    <w:p w:rsidR="002E7304" w:rsidRPr="00B774C2" w:rsidRDefault="002E7304" w:rsidP="00EF0047">
      <w:pPr>
        <w:widowControl w:val="0"/>
        <w:ind w:firstLine="709"/>
        <w:jc w:val="both"/>
      </w:pPr>
      <w:r w:rsidRPr="00B774C2">
        <w:t xml:space="preserve">Претендент осведомлен о порядке отзыва заявки и о порядке перечисления и возврата задатка. Задаток подлежит перечислению </w:t>
      </w:r>
      <w:r>
        <w:t>п</w:t>
      </w:r>
      <w:r w:rsidRPr="00B774C2">
        <w:t xml:space="preserve">ретендентом на счет </w:t>
      </w:r>
      <w:r>
        <w:t>о</w:t>
      </w:r>
      <w:r w:rsidRPr="00B774C2">
        <w:t xml:space="preserve">рганизатора аукциона и перечисляется непосредственно </w:t>
      </w:r>
      <w:r>
        <w:t>п</w:t>
      </w:r>
      <w:r w:rsidRPr="00B774C2">
        <w:t xml:space="preserve">ретендентом. Надлежащей оплатой задатка является поступление денежных средств на счет </w:t>
      </w:r>
      <w:r>
        <w:t>о</w:t>
      </w:r>
      <w:r w:rsidRPr="00B774C2">
        <w:t xml:space="preserve">рганизатора аукциона </w:t>
      </w:r>
      <w:r>
        <w:t>на дату рассмотрения</w:t>
      </w:r>
      <w:r w:rsidRPr="00B774C2">
        <w:t xml:space="preserve"> заявок</w:t>
      </w:r>
      <w:r>
        <w:t xml:space="preserve"> на участие в аукционе</w:t>
      </w:r>
      <w:r w:rsidRPr="00B774C2">
        <w:t xml:space="preserve">. Исполнение обязанности по внесению суммы задатка третьими лицами не допускается.  В случае отказа победителя аукциона от подписания протокола подведения итогов аукциона или заключения договора </w:t>
      </w:r>
      <w:r>
        <w:t>купли-продажи</w:t>
      </w:r>
      <w:r w:rsidRPr="00B774C2">
        <w:t xml:space="preserve"> земельного участка, сумма внесенного им задатка не возвращается.</w:t>
      </w:r>
    </w:p>
    <w:p w:rsidR="002E7304" w:rsidRPr="00B774C2" w:rsidRDefault="002E7304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Возврат задатка производится по следующим реквизитам:</w:t>
      </w:r>
    </w:p>
    <w:p w:rsidR="002E7304" w:rsidRDefault="002E7304" w:rsidP="00E913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Pr="00B774C2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2E7304" w:rsidRDefault="002E7304" w:rsidP="005545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(ИНН банка, КПП банка, р/с получателя, полное наименование банка, корр. счет, БИК)</w:t>
      </w:r>
    </w:p>
    <w:p w:rsidR="002E7304" w:rsidRPr="00B774C2" w:rsidRDefault="002E7304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Уведомление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ретендента обо всех изменениях осуществляется по следующему адресу: 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2E7304" w:rsidRPr="00B774C2" w:rsidRDefault="002E7304" w:rsidP="00E913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Контактный телефон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74C2">
        <w:rPr>
          <w:rFonts w:ascii="Times New Roman" w:hAnsi="Times New Roman" w:cs="Times New Roman"/>
          <w:sz w:val="24"/>
          <w:szCs w:val="24"/>
        </w:rPr>
        <w:t>_____________________.</w:t>
      </w:r>
    </w:p>
    <w:p w:rsidR="002E7304" w:rsidRPr="00B774C2" w:rsidRDefault="002E7304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E7304" w:rsidRPr="006D45E3" w:rsidRDefault="002E7304" w:rsidP="00EF0047">
      <w:pPr>
        <w:spacing w:line="223" w:lineRule="auto"/>
        <w:ind w:right="-1" w:firstLine="567"/>
        <w:jc w:val="both"/>
      </w:pPr>
      <w:r w:rsidRPr="006D45E3">
        <w:t xml:space="preserve">Даю согласие на </w:t>
      </w:r>
      <w:r>
        <w:t>обработку</w:t>
      </w:r>
      <w:r w:rsidRPr="006D45E3">
        <w:t xml:space="preserve"> моих персональных данных в соответствии с нормами и требованиями Федерального закона от 27 июля 2006 года № 152-ФЗ «О персональных данных».</w:t>
      </w:r>
    </w:p>
    <w:p w:rsidR="002E7304" w:rsidRPr="00B774C2" w:rsidRDefault="002E7304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E7304" w:rsidRPr="00B774C2" w:rsidRDefault="002E7304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Подпись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ретендента</w:t>
      </w:r>
    </w:p>
    <w:p w:rsidR="002E7304" w:rsidRPr="00B774C2" w:rsidRDefault="002E7304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(полномочного представителя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ретендента) </w:t>
      </w:r>
    </w:p>
    <w:p w:rsidR="002E7304" w:rsidRPr="00B774C2" w:rsidRDefault="002E7304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2E7304" w:rsidRPr="00B774C2" w:rsidRDefault="002E7304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_______________________/_____________/</w:t>
      </w:r>
    </w:p>
    <w:p w:rsidR="002E7304" w:rsidRPr="00B774C2" w:rsidRDefault="002E7304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E7304" w:rsidRPr="00FD727A" w:rsidRDefault="002E7304" w:rsidP="00EF004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727A">
        <w:rPr>
          <w:rFonts w:ascii="Times New Roman" w:hAnsi="Times New Roman" w:cs="Times New Roman"/>
          <w:b/>
          <w:sz w:val="24"/>
          <w:szCs w:val="24"/>
        </w:rPr>
        <w:t xml:space="preserve">Заявка принята </w:t>
      </w:r>
      <w:r>
        <w:rPr>
          <w:rFonts w:ascii="Times New Roman" w:hAnsi="Times New Roman" w:cs="Times New Roman"/>
          <w:b/>
          <w:sz w:val="24"/>
          <w:szCs w:val="24"/>
        </w:rPr>
        <w:t>(Организатор торгов)</w:t>
      </w:r>
      <w:r w:rsidRPr="00FD727A">
        <w:rPr>
          <w:rFonts w:ascii="Times New Roman" w:hAnsi="Times New Roman" w:cs="Times New Roman"/>
          <w:b/>
          <w:sz w:val="24"/>
          <w:szCs w:val="24"/>
        </w:rPr>
        <w:t>.</w:t>
      </w:r>
    </w:p>
    <w:p w:rsidR="002E7304" w:rsidRPr="00B774C2" w:rsidRDefault="002E7304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E7304" w:rsidRPr="00B774C2" w:rsidRDefault="002E7304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Время и дата принятия заявки:</w:t>
      </w:r>
    </w:p>
    <w:p w:rsidR="002E7304" w:rsidRPr="00B774C2" w:rsidRDefault="002E7304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E7304" w:rsidRPr="00B774C2" w:rsidRDefault="002E7304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Час.  ____ мин. ____   «____» __________ 20____.</w:t>
      </w:r>
    </w:p>
    <w:p w:rsidR="002E7304" w:rsidRPr="00B774C2" w:rsidRDefault="002E7304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E7304" w:rsidRPr="00B774C2" w:rsidRDefault="002E7304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егистрационный номер заявки: № </w:t>
      </w:r>
      <w:r w:rsidRPr="00B774C2">
        <w:rPr>
          <w:rFonts w:ascii="Times New Roman" w:hAnsi="Times New Roman" w:cs="Times New Roman"/>
          <w:sz w:val="24"/>
          <w:szCs w:val="24"/>
        </w:rPr>
        <w:t>_______</w:t>
      </w:r>
    </w:p>
    <w:p w:rsidR="002E7304" w:rsidRPr="00B774C2" w:rsidRDefault="002E7304" w:rsidP="00EF0047"/>
    <w:p w:rsidR="002E7304" w:rsidRPr="005C0DBA" w:rsidRDefault="002E7304" w:rsidP="00EF0047">
      <w:r w:rsidRPr="00B774C2">
        <w:t xml:space="preserve">Подпись уполномоченного лица </w:t>
      </w:r>
      <w:r>
        <w:t>о</w:t>
      </w:r>
      <w:r w:rsidRPr="00B774C2">
        <w:t>рганизатора аукциона   _______________/___________</w:t>
      </w:r>
    </w:p>
    <w:p w:rsidR="002E7304" w:rsidRDefault="002E7304"/>
    <w:sectPr w:rsidR="002E7304" w:rsidSect="00E95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021DB1"/>
    <w:multiLevelType w:val="hybridMultilevel"/>
    <w:tmpl w:val="7D84AEB8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70786F03"/>
    <w:multiLevelType w:val="hybridMultilevel"/>
    <w:tmpl w:val="33A80710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0047"/>
    <w:rsid w:val="00067C77"/>
    <w:rsid w:val="0009231D"/>
    <w:rsid w:val="000A5865"/>
    <w:rsid w:val="000B59EE"/>
    <w:rsid w:val="000C459B"/>
    <w:rsid w:val="000D3006"/>
    <w:rsid w:val="00105E70"/>
    <w:rsid w:val="001241D2"/>
    <w:rsid w:val="00131DE2"/>
    <w:rsid w:val="00134E4A"/>
    <w:rsid w:val="00155DDA"/>
    <w:rsid w:val="0015610F"/>
    <w:rsid w:val="001E7C7A"/>
    <w:rsid w:val="002128F8"/>
    <w:rsid w:val="00240F7A"/>
    <w:rsid w:val="00242E64"/>
    <w:rsid w:val="0026004B"/>
    <w:rsid w:val="00262531"/>
    <w:rsid w:val="00282372"/>
    <w:rsid w:val="00282808"/>
    <w:rsid w:val="002902EE"/>
    <w:rsid w:val="00293404"/>
    <w:rsid w:val="002A400F"/>
    <w:rsid w:val="002A5983"/>
    <w:rsid w:val="002C4386"/>
    <w:rsid w:val="002E1502"/>
    <w:rsid w:val="002E7304"/>
    <w:rsid w:val="003154E2"/>
    <w:rsid w:val="00352C9C"/>
    <w:rsid w:val="00373DD5"/>
    <w:rsid w:val="003824E6"/>
    <w:rsid w:val="00406289"/>
    <w:rsid w:val="004152C3"/>
    <w:rsid w:val="004275BB"/>
    <w:rsid w:val="00457CB6"/>
    <w:rsid w:val="00482FCB"/>
    <w:rsid w:val="00487F97"/>
    <w:rsid w:val="004B25C3"/>
    <w:rsid w:val="004B2707"/>
    <w:rsid w:val="004B5161"/>
    <w:rsid w:val="004B535C"/>
    <w:rsid w:val="005017DF"/>
    <w:rsid w:val="00526E95"/>
    <w:rsid w:val="005545C0"/>
    <w:rsid w:val="00557082"/>
    <w:rsid w:val="00567840"/>
    <w:rsid w:val="005C0DBA"/>
    <w:rsid w:val="005C64CF"/>
    <w:rsid w:val="00605B52"/>
    <w:rsid w:val="0061593D"/>
    <w:rsid w:val="00666986"/>
    <w:rsid w:val="00672708"/>
    <w:rsid w:val="00676618"/>
    <w:rsid w:val="00685FA1"/>
    <w:rsid w:val="006C51EA"/>
    <w:rsid w:val="006D1440"/>
    <w:rsid w:val="006D1678"/>
    <w:rsid w:val="006D45E3"/>
    <w:rsid w:val="006E7C25"/>
    <w:rsid w:val="006F7810"/>
    <w:rsid w:val="00721761"/>
    <w:rsid w:val="00731F6D"/>
    <w:rsid w:val="007622B1"/>
    <w:rsid w:val="007B308B"/>
    <w:rsid w:val="007F04F0"/>
    <w:rsid w:val="007F2B74"/>
    <w:rsid w:val="00806EC5"/>
    <w:rsid w:val="00813FEA"/>
    <w:rsid w:val="008420CF"/>
    <w:rsid w:val="008E1312"/>
    <w:rsid w:val="00900526"/>
    <w:rsid w:val="00912286"/>
    <w:rsid w:val="0093118E"/>
    <w:rsid w:val="00936AB1"/>
    <w:rsid w:val="009773FB"/>
    <w:rsid w:val="009D4C00"/>
    <w:rsid w:val="009F3FD7"/>
    <w:rsid w:val="00A07FFD"/>
    <w:rsid w:val="00A11582"/>
    <w:rsid w:val="00A26C43"/>
    <w:rsid w:val="00A87C64"/>
    <w:rsid w:val="00AB7DB5"/>
    <w:rsid w:val="00AF6069"/>
    <w:rsid w:val="00B067CA"/>
    <w:rsid w:val="00B161FE"/>
    <w:rsid w:val="00B51E30"/>
    <w:rsid w:val="00B63CB1"/>
    <w:rsid w:val="00B774C2"/>
    <w:rsid w:val="00BB62BA"/>
    <w:rsid w:val="00C33B3D"/>
    <w:rsid w:val="00C655E7"/>
    <w:rsid w:val="00CC1CA3"/>
    <w:rsid w:val="00CD0DCF"/>
    <w:rsid w:val="00CD5C38"/>
    <w:rsid w:val="00D40B40"/>
    <w:rsid w:val="00D45D9B"/>
    <w:rsid w:val="00D47CE1"/>
    <w:rsid w:val="00DA2751"/>
    <w:rsid w:val="00DA7D5C"/>
    <w:rsid w:val="00DC287E"/>
    <w:rsid w:val="00DD0F86"/>
    <w:rsid w:val="00DD2FBD"/>
    <w:rsid w:val="00DD3059"/>
    <w:rsid w:val="00DF4781"/>
    <w:rsid w:val="00E02A87"/>
    <w:rsid w:val="00E64697"/>
    <w:rsid w:val="00E91321"/>
    <w:rsid w:val="00E95619"/>
    <w:rsid w:val="00EA11C2"/>
    <w:rsid w:val="00EA23F3"/>
    <w:rsid w:val="00EA591C"/>
    <w:rsid w:val="00EB4CE0"/>
    <w:rsid w:val="00EC4F51"/>
    <w:rsid w:val="00ED113D"/>
    <w:rsid w:val="00ED62AB"/>
    <w:rsid w:val="00EF0047"/>
    <w:rsid w:val="00EF0E0E"/>
    <w:rsid w:val="00EF4C3E"/>
    <w:rsid w:val="00F642D8"/>
    <w:rsid w:val="00F73BBD"/>
    <w:rsid w:val="00F75960"/>
    <w:rsid w:val="00F86276"/>
    <w:rsid w:val="00FC06C4"/>
    <w:rsid w:val="00FD339D"/>
    <w:rsid w:val="00FD727A"/>
    <w:rsid w:val="00FE2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04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F0047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rsid w:val="00685FA1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B067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D2FBD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209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774</Words>
  <Characters>4416</Characters>
  <Application>Microsoft Office Outlook</Application>
  <DocSecurity>0</DocSecurity>
  <Lines>0</Lines>
  <Paragraphs>0</Paragraphs>
  <ScaleCrop>false</ScaleCrop>
  <Company>mfc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</dc:title>
  <dc:subject/>
  <dc:creator>torg</dc:creator>
  <cp:keywords/>
  <dc:description/>
  <cp:lastModifiedBy>Комитет</cp:lastModifiedBy>
  <cp:revision>2</cp:revision>
  <cp:lastPrinted>2022-03-21T14:32:00Z</cp:lastPrinted>
  <dcterms:created xsi:type="dcterms:W3CDTF">2023-02-06T09:55:00Z</dcterms:created>
  <dcterms:modified xsi:type="dcterms:W3CDTF">2023-02-06T09:55:00Z</dcterms:modified>
</cp:coreProperties>
</file>