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42" w:rsidRPr="00B161FE" w:rsidRDefault="00D40B42" w:rsidP="00D30A6E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D40B42" w:rsidRPr="00B161FE" w:rsidRDefault="00D40B42" w:rsidP="00D30A6E">
      <w:pPr>
        <w:tabs>
          <w:tab w:val="left" w:pos="2106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администрации </w:t>
      </w:r>
    </w:p>
    <w:p w:rsidR="00D40B42" w:rsidRPr="00B161FE" w:rsidRDefault="00D40B42" w:rsidP="00D30A6E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B161FE">
        <w:rPr>
          <w:bCs/>
          <w:szCs w:val="28"/>
        </w:rPr>
        <w:t xml:space="preserve">                                                                                    </w:t>
      </w:r>
      <w:r>
        <w:rPr>
          <w:bCs/>
          <w:szCs w:val="28"/>
        </w:rPr>
        <w:t xml:space="preserve">                 </w:t>
      </w:r>
      <w:r w:rsidRPr="00B161FE">
        <w:rPr>
          <w:bCs/>
          <w:szCs w:val="28"/>
        </w:rPr>
        <w:t xml:space="preserve">  Гордеевского района</w:t>
      </w:r>
    </w:p>
    <w:p w:rsidR="00D40B42" w:rsidRDefault="00D40B42" w:rsidP="00D30A6E">
      <w:pPr>
        <w:tabs>
          <w:tab w:val="left" w:pos="1425"/>
          <w:tab w:val="center" w:pos="5400"/>
        </w:tabs>
        <w:jc w:val="center"/>
        <w:rPr>
          <w:b/>
        </w:rPr>
      </w:pPr>
      <w:r>
        <w:rPr>
          <w:bCs/>
          <w:szCs w:val="28"/>
        </w:rPr>
        <w:t xml:space="preserve">                                                                                                          от 12 августа </w:t>
      </w:r>
      <w:smartTag w:uri="urn:schemas-microsoft-com:office:smarttags" w:element="metricconverter">
        <w:smartTagPr>
          <w:attr w:name="ProductID" w:val="2022 г"/>
        </w:smartTagPr>
        <w:r w:rsidRPr="00B161FE">
          <w:rPr>
            <w:bCs/>
            <w:szCs w:val="28"/>
          </w:rPr>
          <w:t>20</w:t>
        </w:r>
        <w:r>
          <w:rPr>
            <w:bCs/>
            <w:szCs w:val="28"/>
          </w:rPr>
          <w:t>22</w:t>
        </w:r>
        <w:r w:rsidRPr="00B161FE">
          <w:rPr>
            <w:bCs/>
            <w:szCs w:val="28"/>
          </w:rPr>
          <w:t xml:space="preserve"> г</w:t>
        </w:r>
      </w:smartTag>
      <w:r w:rsidRPr="00B161FE">
        <w:rPr>
          <w:bCs/>
          <w:szCs w:val="28"/>
        </w:rPr>
        <w:t>. №</w:t>
      </w:r>
      <w:r>
        <w:rPr>
          <w:bCs/>
          <w:szCs w:val="28"/>
        </w:rPr>
        <w:t xml:space="preserve"> 339</w:t>
      </w:r>
    </w:p>
    <w:p w:rsidR="00D40B4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B4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40B42" w:rsidRPr="00B774C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40B42" w:rsidRPr="00B774C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0B42" w:rsidRPr="00B774C2" w:rsidRDefault="00D40B42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40B42" w:rsidRDefault="00D40B42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D40B42" w:rsidRDefault="00D40B42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D40B42" w:rsidRPr="00B774C2" w:rsidRDefault="00D40B42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t xml:space="preserve">2022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D40B42" w:rsidRPr="00B774C2" w:rsidRDefault="00D40B42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40B42" w:rsidRPr="00B774C2" w:rsidRDefault="00D40B42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40B42" w:rsidRPr="00B774C2" w:rsidRDefault="00D40B42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D40B42" w:rsidRPr="00B774C2" w:rsidRDefault="00D40B42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D40B42" w:rsidRPr="00B774C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40B4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40B42" w:rsidRPr="00B774C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40B42" w:rsidRPr="00B774C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40B42" w:rsidRPr="00B774C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40B42" w:rsidRPr="00B774C2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40B42" w:rsidRPr="007B308B" w:rsidRDefault="00D40B42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D40B42" w:rsidRPr="00B774C2" w:rsidRDefault="00D40B42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40B42" w:rsidRDefault="00D40B42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40B42" w:rsidRDefault="00D40B42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40B42" w:rsidRPr="00B774C2" w:rsidRDefault="00D40B42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40B42" w:rsidRPr="00B774C2" w:rsidRDefault="00D40B42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6D45E3" w:rsidRDefault="00D40B42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FD727A" w:rsidRDefault="00D40B42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40B42" w:rsidRPr="00B774C2" w:rsidRDefault="00D40B42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D40B42" w:rsidRPr="00B774C2" w:rsidRDefault="00D40B42" w:rsidP="00EF0047"/>
    <w:p w:rsidR="00D40B42" w:rsidRPr="005C0DBA" w:rsidRDefault="00D40B42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40B42" w:rsidRDefault="00D40B42"/>
    <w:sectPr w:rsidR="00D40B4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105E70"/>
    <w:rsid w:val="001241D2"/>
    <w:rsid w:val="00131DE2"/>
    <w:rsid w:val="00134E4A"/>
    <w:rsid w:val="001426B0"/>
    <w:rsid w:val="00155DDA"/>
    <w:rsid w:val="0015610F"/>
    <w:rsid w:val="001E7C7A"/>
    <w:rsid w:val="002128F8"/>
    <w:rsid w:val="0026004B"/>
    <w:rsid w:val="00282808"/>
    <w:rsid w:val="002902EE"/>
    <w:rsid w:val="00293404"/>
    <w:rsid w:val="002A400F"/>
    <w:rsid w:val="002A5983"/>
    <w:rsid w:val="002C1029"/>
    <w:rsid w:val="002E1502"/>
    <w:rsid w:val="003154E2"/>
    <w:rsid w:val="00352C9C"/>
    <w:rsid w:val="00373DD5"/>
    <w:rsid w:val="003824E6"/>
    <w:rsid w:val="00406289"/>
    <w:rsid w:val="004152C3"/>
    <w:rsid w:val="004275BB"/>
    <w:rsid w:val="00482FCB"/>
    <w:rsid w:val="00487F97"/>
    <w:rsid w:val="004A5D39"/>
    <w:rsid w:val="004B25C3"/>
    <w:rsid w:val="004B2707"/>
    <w:rsid w:val="004B5161"/>
    <w:rsid w:val="004B535C"/>
    <w:rsid w:val="005017DF"/>
    <w:rsid w:val="00526E95"/>
    <w:rsid w:val="005545C0"/>
    <w:rsid w:val="00557082"/>
    <w:rsid w:val="00567840"/>
    <w:rsid w:val="005C0DBA"/>
    <w:rsid w:val="005C64CF"/>
    <w:rsid w:val="005C6764"/>
    <w:rsid w:val="00605B52"/>
    <w:rsid w:val="0061593D"/>
    <w:rsid w:val="00666986"/>
    <w:rsid w:val="00672708"/>
    <w:rsid w:val="00676618"/>
    <w:rsid w:val="00685FA1"/>
    <w:rsid w:val="006B1204"/>
    <w:rsid w:val="006D1440"/>
    <w:rsid w:val="006D1678"/>
    <w:rsid w:val="006D45E3"/>
    <w:rsid w:val="006E7C25"/>
    <w:rsid w:val="006F7810"/>
    <w:rsid w:val="00721761"/>
    <w:rsid w:val="00731F6D"/>
    <w:rsid w:val="007622B1"/>
    <w:rsid w:val="007B308B"/>
    <w:rsid w:val="007E155A"/>
    <w:rsid w:val="007F2B74"/>
    <w:rsid w:val="00813FEA"/>
    <w:rsid w:val="008420CF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87BD8"/>
    <w:rsid w:val="00A87C64"/>
    <w:rsid w:val="00AB7DB5"/>
    <w:rsid w:val="00B067CA"/>
    <w:rsid w:val="00B161FE"/>
    <w:rsid w:val="00B51E30"/>
    <w:rsid w:val="00B774C2"/>
    <w:rsid w:val="00C113A0"/>
    <w:rsid w:val="00C33B3D"/>
    <w:rsid w:val="00C655E7"/>
    <w:rsid w:val="00CD0DCF"/>
    <w:rsid w:val="00CD52A3"/>
    <w:rsid w:val="00CD5C38"/>
    <w:rsid w:val="00D30A6E"/>
    <w:rsid w:val="00D40B40"/>
    <w:rsid w:val="00D40B42"/>
    <w:rsid w:val="00D45D9B"/>
    <w:rsid w:val="00D47CE1"/>
    <w:rsid w:val="00D865B2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23F3"/>
    <w:rsid w:val="00EA591C"/>
    <w:rsid w:val="00EB4CE0"/>
    <w:rsid w:val="00EC4F51"/>
    <w:rsid w:val="00ED113D"/>
    <w:rsid w:val="00ED62AB"/>
    <w:rsid w:val="00EF0047"/>
    <w:rsid w:val="00EF0E0E"/>
    <w:rsid w:val="00EF4C3E"/>
    <w:rsid w:val="00F642D8"/>
    <w:rsid w:val="00F73BBD"/>
    <w:rsid w:val="00F75960"/>
    <w:rsid w:val="00F86276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5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745</Words>
  <Characters>4248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10</cp:revision>
  <cp:lastPrinted>2022-03-21T14:32:00Z</cp:lastPrinted>
  <dcterms:created xsi:type="dcterms:W3CDTF">2022-04-25T11:37:00Z</dcterms:created>
  <dcterms:modified xsi:type="dcterms:W3CDTF">2022-08-15T08:07:00Z</dcterms:modified>
</cp:coreProperties>
</file>