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57" w:rsidRPr="00B161FE" w:rsidRDefault="00532B57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Утверждена  </w:t>
      </w:r>
    </w:p>
    <w:p w:rsidR="00532B57" w:rsidRDefault="00532B57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</w:t>
      </w:r>
      <w:r w:rsidRPr="00B161FE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B161FE">
        <w:rPr>
          <w:bCs/>
          <w:szCs w:val="28"/>
        </w:rPr>
        <w:t xml:space="preserve"> </w:t>
      </w:r>
      <w:r>
        <w:rPr>
          <w:bCs/>
          <w:szCs w:val="28"/>
        </w:rPr>
        <w:t xml:space="preserve">Петровобудской        </w:t>
      </w:r>
    </w:p>
    <w:p w:rsidR="00532B57" w:rsidRPr="00B161FE" w:rsidRDefault="00532B57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сельской администрации</w:t>
      </w:r>
    </w:p>
    <w:p w:rsidR="00532B57" w:rsidRPr="00282808" w:rsidRDefault="00532B57" w:rsidP="0028280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Pr="000F30DD">
        <w:rPr>
          <w:bCs/>
          <w:sz w:val="24"/>
          <w:szCs w:val="24"/>
          <w:u w:val="single"/>
        </w:rPr>
        <w:t xml:space="preserve">от 24 ноября </w:t>
      </w:r>
      <w:smartTag w:uri="urn:schemas-microsoft-com:office:smarttags" w:element="metricconverter">
        <w:smartTagPr>
          <w:attr w:name="ProductID" w:val="2022 г"/>
        </w:smartTagPr>
        <w:r w:rsidRPr="000F30DD">
          <w:rPr>
            <w:bCs/>
            <w:sz w:val="24"/>
            <w:szCs w:val="24"/>
            <w:u w:val="single"/>
          </w:rPr>
          <w:t>2022 г</w:t>
        </w:r>
      </w:smartTag>
      <w:r w:rsidRPr="000F30DD">
        <w:rPr>
          <w:bCs/>
          <w:sz w:val="24"/>
          <w:szCs w:val="24"/>
          <w:u w:val="single"/>
        </w:rPr>
        <w:t>. № 29</w:t>
      </w:r>
    </w:p>
    <w:p w:rsidR="00532B57" w:rsidRDefault="00532B5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2B57" w:rsidRDefault="00532B5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2B57" w:rsidRPr="00B774C2" w:rsidRDefault="00532B5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532B57" w:rsidRPr="00B774C2" w:rsidRDefault="00532B5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532B57" w:rsidRPr="00B774C2" w:rsidRDefault="00532B5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2B57" w:rsidRPr="00B774C2" w:rsidRDefault="00532B5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2B57" w:rsidRPr="00B774C2" w:rsidRDefault="00532B57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532B57" w:rsidRDefault="00532B57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юридического лица;</w:t>
      </w:r>
    </w:p>
    <w:p w:rsidR="00532B57" w:rsidRDefault="00532B57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>физического лица)</w:t>
      </w:r>
      <w:r>
        <w:rPr>
          <w:rFonts w:ascii="Times New Roman" w:hAnsi="Times New Roman" w:cs="Times New Roman"/>
        </w:rPr>
        <w:t>,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______________________________________________________________________,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532B57" w:rsidRPr="00B774C2" w:rsidRDefault="00532B57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</w:t>
      </w:r>
      <w:r>
        <w:t xml:space="preserve">извещении, </w:t>
      </w:r>
      <w:r w:rsidRPr="006E7C25">
        <w:t>о</w:t>
      </w:r>
      <w:r w:rsidRPr="00A11582">
        <w:t>публикованном</w:t>
      </w:r>
      <w:r>
        <w:t xml:space="preserve"> __ </w:t>
      </w:r>
      <w:r w:rsidRPr="001E7C7A">
        <w:t>__________</w:t>
      </w:r>
      <w: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t xml:space="preserve">2022 </w:t>
        </w:r>
        <w:r w:rsidRPr="00A11582">
          <w:t>г</w:t>
        </w:r>
      </w:smartTag>
      <w:r>
        <w:t>.</w:t>
      </w:r>
      <w:r w:rsidRPr="00A11582">
        <w:t xml:space="preserve"> на официальном сайте торгов РФ</w:t>
      </w:r>
      <w:r>
        <w:t xml:space="preserve"> </w:t>
      </w:r>
      <w:hyperlink r:id="rId5" w:history="1">
        <w:r w:rsidRPr="00A11582">
          <w:rPr>
            <w:rStyle w:val="Hyperlink"/>
            <w:lang w:val="en-US"/>
          </w:rPr>
          <w:t>www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torgi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gov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ru</w:t>
        </w:r>
      </w:hyperlink>
      <w:r>
        <w:rPr>
          <w:rStyle w:val="Hyperlink"/>
        </w:rPr>
        <w:t>,</w:t>
      </w:r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Pr="00E91321">
        <w:t xml:space="preserve"> admgordeevka.ru</w:t>
      </w:r>
      <w:r>
        <w:t>,</w:t>
      </w:r>
      <w:r w:rsidRPr="00E91321">
        <w:t xml:space="preserve"> </w:t>
      </w:r>
      <w:r w:rsidRPr="00B774C2">
        <w:t>а также порядок проведения аукциона, предусмотренный ЗК РФ.</w:t>
      </w:r>
    </w:p>
    <w:p w:rsidR="00532B57" w:rsidRPr="00B774C2" w:rsidRDefault="00532B57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532B57" w:rsidRPr="00B774C2" w:rsidRDefault="00532B57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532B57" w:rsidRPr="00B774C2" w:rsidRDefault="00532B57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532B57" w:rsidRPr="00B774C2" w:rsidRDefault="00532B57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условия.</w:t>
      </w:r>
    </w:p>
    <w:p w:rsidR="00532B57" w:rsidRPr="00B774C2" w:rsidRDefault="00532B5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532B57" w:rsidRPr="00B774C2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532B57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532B57" w:rsidRPr="00B774C2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532B57" w:rsidRPr="00B774C2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532B57" w:rsidRPr="00B774C2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532B57" w:rsidRPr="00B774C2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532B57" w:rsidRPr="007B308B" w:rsidRDefault="00532B5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532B57" w:rsidRPr="00B774C2" w:rsidRDefault="00532B5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532B57" w:rsidRPr="00B774C2" w:rsidRDefault="00532B5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532B57" w:rsidRPr="00B774C2" w:rsidRDefault="00532B57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532B57" w:rsidRPr="00B774C2" w:rsidRDefault="00532B5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532B57" w:rsidRDefault="00532B57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32B57" w:rsidRDefault="00532B57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532B57" w:rsidRPr="00B774C2" w:rsidRDefault="00532B5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32B57" w:rsidRPr="00B774C2" w:rsidRDefault="00532B57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532B57" w:rsidRPr="00B774C2" w:rsidRDefault="00532B5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2B57" w:rsidRPr="006D45E3" w:rsidRDefault="00532B57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32B57" w:rsidRPr="00FD727A" w:rsidRDefault="00532B57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   «____» __________ 20____.</w:t>
      </w: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32B57" w:rsidRPr="00B774C2" w:rsidRDefault="00532B5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егистрационный номер заявки: № </w:t>
      </w:r>
      <w:r w:rsidRPr="00B774C2">
        <w:rPr>
          <w:rFonts w:ascii="Times New Roman" w:hAnsi="Times New Roman" w:cs="Times New Roman"/>
          <w:sz w:val="24"/>
          <w:szCs w:val="24"/>
        </w:rPr>
        <w:t>_______</w:t>
      </w:r>
    </w:p>
    <w:p w:rsidR="00532B57" w:rsidRPr="00B774C2" w:rsidRDefault="00532B57" w:rsidP="00EF0047"/>
    <w:p w:rsidR="00532B57" w:rsidRPr="005C0DBA" w:rsidRDefault="00532B57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532B57" w:rsidRDefault="00532B57"/>
    <w:sectPr w:rsidR="00532B57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047"/>
    <w:rsid w:val="00067C77"/>
    <w:rsid w:val="0009231D"/>
    <w:rsid w:val="000A5865"/>
    <w:rsid w:val="000B59EE"/>
    <w:rsid w:val="000C459B"/>
    <w:rsid w:val="000D3006"/>
    <w:rsid w:val="000F30DD"/>
    <w:rsid w:val="00105E70"/>
    <w:rsid w:val="001241D2"/>
    <w:rsid w:val="00131DE2"/>
    <w:rsid w:val="00134E4A"/>
    <w:rsid w:val="00155DDA"/>
    <w:rsid w:val="0015610F"/>
    <w:rsid w:val="001E7C7A"/>
    <w:rsid w:val="002128F8"/>
    <w:rsid w:val="002373FB"/>
    <w:rsid w:val="00247014"/>
    <w:rsid w:val="0026004B"/>
    <w:rsid w:val="00282808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3E790B"/>
    <w:rsid w:val="003F3BA4"/>
    <w:rsid w:val="00406289"/>
    <w:rsid w:val="004152C3"/>
    <w:rsid w:val="004275BB"/>
    <w:rsid w:val="00453979"/>
    <w:rsid w:val="00482FCB"/>
    <w:rsid w:val="00487F97"/>
    <w:rsid w:val="004B25C3"/>
    <w:rsid w:val="004B2707"/>
    <w:rsid w:val="004B5161"/>
    <w:rsid w:val="004B535C"/>
    <w:rsid w:val="005017DF"/>
    <w:rsid w:val="00526E95"/>
    <w:rsid w:val="00532B57"/>
    <w:rsid w:val="005545C0"/>
    <w:rsid w:val="00557082"/>
    <w:rsid w:val="00567840"/>
    <w:rsid w:val="005C0DBA"/>
    <w:rsid w:val="005C64CF"/>
    <w:rsid w:val="00605B52"/>
    <w:rsid w:val="0061593D"/>
    <w:rsid w:val="00660F72"/>
    <w:rsid w:val="00666986"/>
    <w:rsid w:val="00672708"/>
    <w:rsid w:val="00676618"/>
    <w:rsid w:val="00685FA1"/>
    <w:rsid w:val="00696FC5"/>
    <w:rsid w:val="006D1440"/>
    <w:rsid w:val="006D1678"/>
    <w:rsid w:val="006D45E3"/>
    <w:rsid w:val="006E7C25"/>
    <w:rsid w:val="006F7810"/>
    <w:rsid w:val="00721761"/>
    <w:rsid w:val="00731F6D"/>
    <w:rsid w:val="007622B1"/>
    <w:rsid w:val="00787084"/>
    <w:rsid w:val="007B308B"/>
    <w:rsid w:val="007B59BD"/>
    <w:rsid w:val="007F2B74"/>
    <w:rsid w:val="00813FEA"/>
    <w:rsid w:val="008420CF"/>
    <w:rsid w:val="008E1312"/>
    <w:rsid w:val="00900526"/>
    <w:rsid w:val="00912286"/>
    <w:rsid w:val="0093118E"/>
    <w:rsid w:val="00936AB1"/>
    <w:rsid w:val="009773FB"/>
    <w:rsid w:val="009D4C00"/>
    <w:rsid w:val="009F3FD7"/>
    <w:rsid w:val="00A07FFD"/>
    <w:rsid w:val="00A11582"/>
    <w:rsid w:val="00A87C64"/>
    <w:rsid w:val="00AB7DB5"/>
    <w:rsid w:val="00B067CA"/>
    <w:rsid w:val="00B161FE"/>
    <w:rsid w:val="00B51E30"/>
    <w:rsid w:val="00B774C2"/>
    <w:rsid w:val="00C03D0B"/>
    <w:rsid w:val="00C33B3D"/>
    <w:rsid w:val="00C655E7"/>
    <w:rsid w:val="00CD0DCF"/>
    <w:rsid w:val="00CD5C38"/>
    <w:rsid w:val="00D40B40"/>
    <w:rsid w:val="00D45D9B"/>
    <w:rsid w:val="00D47CE1"/>
    <w:rsid w:val="00DA2751"/>
    <w:rsid w:val="00DA7D5C"/>
    <w:rsid w:val="00DC287E"/>
    <w:rsid w:val="00DD0F86"/>
    <w:rsid w:val="00DD2FBD"/>
    <w:rsid w:val="00DD3059"/>
    <w:rsid w:val="00DF4781"/>
    <w:rsid w:val="00E02A87"/>
    <w:rsid w:val="00E64697"/>
    <w:rsid w:val="00E91321"/>
    <w:rsid w:val="00E95619"/>
    <w:rsid w:val="00EA11C2"/>
    <w:rsid w:val="00EA23F3"/>
    <w:rsid w:val="00EA591C"/>
    <w:rsid w:val="00EB3E0D"/>
    <w:rsid w:val="00EB4CE0"/>
    <w:rsid w:val="00EC4F51"/>
    <w:rsid w:val="00ED113D"/>
    <w:rsid w:val="00ED62AB"/>
    <w:rsid w:val="00EF0047"/>
    <w:rsid w:val="00EF0E0E"/>
    <w:rsid w:val="00EF4C3E"/>
    <w:rsid w:val="00F50AC8"/>
    <w:rsid w:val="00F642D8"/>
    <w:rsid w:val="00F73BBD"/>
    <w:rsid w:val="00F75960"/>
    <w:rsid w:val="00F86276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5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6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2FB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8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758</Words>
  <Characters>4325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torg</dc:creator>
  <cp:keywords/>
  <dc:description/>
  <cp:lastModifiedBy>Комитет</cp:lastModifiedBy>
  <cp:revision>10</cp:revision>
  <cp:lastPrinted>2022-03-21T14:32:00Z</cp:lastPrinted>
  <dcterms:created xsi:type="dcterms:W3CDTF">2022-04-25T11:37:00Z</dcterms:created>
  <dcterms:modified xsi:type="dcterms:W3CDTF">2022-11-24T09:18:00Z</dcterms:modified>
</cp:coreProperties>
</file>